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5CEB6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545E0">
        <w:rPr>
          <w:rFonts w:ascii="Times New Roman" w:hAnsi="Times New Roman"/>
          <w:b/>
          <w:sz w:val="24"/>
          <w:szCs w:val="24"/>
        </w:rPr>
        <w:t>CERTIFICATE OF ATTENDANCE</w:t>
      </w:r>
    </w:p>
    <w:p w14:paraId="2F97D92F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for clinical rotations (traineeship)</w:t>
      </w:r>
    </w:p>
    <w:p w14:paraId="45E6B539" w14:textId="0CF71FFE" w:rsid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ERASMUS+ </w:t>
      </w:r>
    </w:p>
    <w:p w14:paraId="7F931222" w14:textId="1D9CAD4C" w:rsidR="006A58DD" w:rsidRPr="000545E0" w:rsidRDefault="006A58DD" w:rsidP="00054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Academic year_____________________________________________________</w:t>
      </w:r>
    </w:p>
    <w:p w14:paraId="5F3980E4" w14:textId="1BBC3800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To be filled in and signed by the Erasmus Representative of the Host University/Head of hospital department </w:t>
      </w:r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 xml:space="preserve">at the end of each </w:t>
      </w:r>
      <w:r w:rsidR="006A58DD">
        <w:rPr>
          <w:rFonts w:ascii="Times New Roman" w:hAnsi="Times New Roman"/>
          <w:b/>
          <w:i/>
          <w:sz w:val="24"/>
          <w:szCs w:val="24"/>
          <w:u w:val="single"/>
        </w:rPr>
        <w:t>clinical</w:t>
      </w:r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 xml:space="preserve"> rotation</w:t>
      </w:r>
      <w:r w:rsidRPr="000545E0">
        <w:rPr>
          <w:rFonts w:ascii="Times New Roman" w:hAnsi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7E5DBC0B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A2A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F63210" w14:textId="5FE8C6B9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University of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/Hospital </w:t>
            </w: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</w:t>
            </w:r>
          </w:p>
          <w:p w14:paraId="4CEB6A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D03EEE6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4AF0E5F7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Name:</w:t>
      </w:r>
      <w:r w:rsidRPr="000545E0">
        <w:rPr>
          <w:rFonts w:ascii="Times New Roman" w:hAnsi="Times New Roman"/>
          <w:b/>
          <w:sz w:val="24"/>
          <w:szCs w:val="24"/>
        </w:rPr>
        <w:tab/>
        <w:t>_______________________________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First name:____________________________</w:t>
      </w:r>
    </w:p>
    <w:p w14:paraId="16B30AAD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Student matriculation number:_______________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Level of study:_________________________</w:t>
      </w:r>
    </w:p>
    <w:p w14:paraId="2CCD4532" w14:textId="001C9595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University of origin: RO TIMISOA02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61C9BAC2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9FB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F7129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CLINICAL ROTATION           PERIOD: __________-______________</w:t>
            </w:r>
          </w:p>
          <w:p w14:paraId="12907CE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the Hospital:__________________________________</w:t>
            </w:r>
          </w:p>
          <w:p w14:paraId="4C155CA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Head of the Department:________________________</w:t>
            </w:r>
          </w:p>
          <w:p w14:paraId="6A9124BF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Department of: _______________________________________</w:t>
            </w:r>
          </w:p>
          <w:p w14:paraId="5D3BB3AA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Number of hours:______________________________________</w:t>
            </w:r>
          </w:p>
          <w:p w14:paraId="566859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4"/>
              <w:gridCol w:w="1925"/>
              <w:gridCol w:w="1925"/>
              <w:gridCol w:w="1925"/>
              <w:gridCol w:w="1925"/>
            </w:tblGrid>
            <w:tr w:rsidR="000545E0" w:rsidRPr="000545E0" w14:paraId="5D21CB6A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A735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96705C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</w:t>
                  </w:r>
                </w:p>
                <w:p w14:paraId="3054856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Very 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8F3E9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</w:p>
                <w:p w14:paraId="53606C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1D7EEB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</w:t>
                  </w:r>
                </w:p>
                <w:p w14:paraId="479ADB8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Medium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1AE5BCC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</w:t>
                  </w:r>
                </w:p>
                <w:p w14:paraId="7A8861E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insufficient</w:t>
                  </w:r>
                </w:p>
              </w:tc>
            </w:tr>
            <w:tr w:rsidR="000545E0" w:rsidRPr="000545E0" w14:paraId="7984F3D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4858755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Attendance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5C25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C496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90C86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2402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0ABBDCD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C8B2B6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Integration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C5C4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D6F4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3D6C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49B04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F2BD754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79D10A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Participation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5A7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0DE5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F6D0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583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2B1F70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FF072A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Language level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A5E6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A66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0A98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4F11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8E69B9B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05E315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General characterization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9F9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03A4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936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AC50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1EC43E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5D06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08"/>
              <w:gridCol w:w="3208"/>
              <w:gridCol w:w="3208"/>
            </w:tblGrid>
            <w:tr w:rsidR="000545E0" w:rsidRPr="000545E0" w14:paraId="4A6E564A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8F74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E4436C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Mark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19F6B9D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Credits</w:t>
                  </w:r>
                </w:p>
                <w:p w14:paraId="2944AB5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217A64DB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05F1306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Final exam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97E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4EAB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576D91A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F7BE937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AEE40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Clinical rotation validated □                                    Clinical rotation not validated □</w:t>
            </w:r>
          </w:p>
          <w:p w14:paraId="736DF278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FBEC63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A88979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AEDC4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Signature and stamp of Head of Department/</w:t>
            </w:r>
          </w:p>
          <w:p w14:paraId="7546145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Coordinating professor</w:t>
            </w:r>
          </w:p>
          <w:p w14:paraId="1C8656EC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C159FF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A689AA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________________________________</w:t>
            </w:r>
          </w:p>
          <w:p w14:paraId="7BFC2C86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4514D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Date_______________________________</w:t>
            </w:r>
          </w:p>
          <w:p w14:paraId="393DD8E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B79487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0E9BC4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26721FE0" w14:textId="34580BB4" w:rsidR="002D7D19" w:rsidRPr="000545E0" w:rsidRDefault="002D7D19" w:rsidP="002D7D19">
      <w:pPr>
        <w:jc w:val="center"/>
        <w:rPr>
          <w:rFonts w:ascii="Times New Roman" w:hAnsi="Times New Roman"/>
          <w:sz w:val="24"/>
          <w:szCs w:val="24"/>
        </w:rPr>
      </w:pPr>
    </w:p>
    <w:p w14:paraId="0781FF52" w14:textId="77777777" w:rsidR="0061031E" w:rsidRPr="000545E0" w:rsidRDefault="0061031E" w:rsidP="0061031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1031E" w:rsidRPr="000545E0" w:rsidSect="002D7D19">
      <w:headerReference w:type="default" r:id="rId7"/>
      <w:footerReference w:type="default" r:id="rId8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7B74F" w14:textId="77777777" w:rsidR="00952B1D" w:rsidRDefault="00952B1D" w:rsidP="00D2536B">
      <w:pPr>
        <w:spacing w:after="0" w:line="240" w:lineRule="auto"/>
      </w:pPr>
      <w:r>
        <w:separator/>
      </w:r>
    </w:p>
  </w:endnote>
  <w:endnote w:type="continuationSeparator" w:id="0">
    <w:p w14:paraId="30C1C8E1" w14:textId="77777777" w:rsidR="00952B1D" w:rsidRDefault="00952B1D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A662B" w14:textId="4EB8C53D" w:rsidR="00F2179A" w:rsidRPr="008C7E40" w:rsidRDefault="008C7E40" w:rsidP="002325F9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/>
        <w:color w:val="06234A"/>
        <w:sz w:val="18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F2179A">
      <w:rPr>
        <w:rFonts w:ascii="Montserrat SemiBold" w:hAnsi="Montserrat SemiBold"/>
        <w:color w:val="06234A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9CB24" w14:textId="77777777" w:rsidR="00952B1D" w:rsidRDefault="00952B1D" w:rsidP="00D2536B">
      <w:pPr>
        <w:spacing w:after="0" w:line="240" w:lineRule="auto"/>
      </w:pPr>
      <w:r>
        <w:separator/>
      </w:r>
    </w:p>
  </w:footnote>
  <w:footnote w:type="continuationSeparator" w:id="0">
    <w:p w14:paraId="0350D1DC" w14:textId="77777777" w:rsidR="00952B1D" w:rsidRDefault="00952B1D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5A90095F" w:rsidR="00531846" w:rsidRDefault="002325F9" w:rsidP="00D2536B">
    <w:pPr>
      <w:pStyle w:val="Header"/>
    </w:pPr>
    <w:r>
      <w:rPr>
        <w:noProof/>
      </w:rPr>
      <w:t>Logo of partner institution</w:t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545E0"/>
    <w:rsid w:val="000E4E28"/>
    <w:rsid w:val="00151750"/>
    <w:rsid w:val="001875D4"/>
    <w:rsid w:val="001E34B8"/>
    <w:rsid w:val="002325F9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6A58DD"/>
    <w:rsid w:val="00756E23"/>
    <w:rsid w:val="007B29A5"/>
    <w:rsid w:val="007B6BA0"/>
    <w:rsid w:val="00806446"/>
    <w:rsid w:val="00874B53"/>
    <w:rsid w:val="008C7E40"/>
    <w:rsid w:val="00924BEB"/>
    <w:rsid w:val="00927272"/>
    <w:rsid w:val="00952B1D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2B95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2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4</cp:revision>
  <cp:lastPrinted>2021-04-20T06:11:00Z</cp:lastPrinted>
  <dcterms:created xsi:type="dcterms:W3CDTF">2022-01-10T08:18:00Z</dcterms:created>
  <dcterms:modified xsi:type="dcterms:W3CDTF">2025-02-05T10:45:00Z</dcterms:modified>
</cp:coreProperties>
</file>